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5B" w:rsidRPr="00E035E8" w:rsidRDefault="0032235B" w:rsidP="00FD790D">
      <w:pPr>
        <w:pStyle w:val="NoSpacing"/>
        <w:ind w:left="-284" w:firstLine="142"/>
        <w:jc w:val="center"/>
        <w:rPr>
          <w:b/>
          <w:sz w:val="28"/>
          <w:szCs w:val="28"/>
          <w:lang w:val="uk-UA"/>
        </w:rPr>
      </w:pPr>
      <w:r w:rsidRPr="00E035E8">
        <w:rPr>
          <w:b/>
          <w:sz w:val="28"/>
          <w:szCs w:val="28"/>
          <w:lang w:val="uk-UA"/>
        </w:rPr>
        <w:t>ХУТІР</w:t>
      </w:r>
    </w:p>
    <w:p w:rsidR="0032235B" w:rsidRDefault="0032235B" w:rsidP="00FD790D">
      <w:pPr>
        <w:pStyle w:val="NoSpacing"/>
        <w:ind w:left="-284" w:firstLine="142"/>
        <w:jc w:val="center"/>
        <w:rPr>
          <w:lang w:val="uk-UA"/>
        </w:rPr>
      </w:pPr>
    </w:p>
    <w:p w:rsidR="0032235B" w:rsidRDefault="0032235B" w:rsidP="00FD790D">
      <w:pPr>
        <w:pStyle w:val="NoSpacing"/>
        <w:ind w:left="-284" w:firstLine="142"/>
        <w:jc w:val="center"/>
        <w:rPr>
          <w:lang w:val="uk-UA"/>
        </w:rPr>
      </w:pPr>
      <w:r>
        <w:rPr>
          <w:lang w:val="uk-UA"/>
        </w:rPr>
        <w:t>1</w:t>
      </w:r>
    </w:p>
    <w:p w:rsidR="0032235B" w:rsidRDefault="0032235B" w:rsidP="00FD790D">
      <w:pPr>
        <w:pStyle w:val="NoSpacing"/>
        <w:ind w:left="-284" w:firstLine="142"/>
        <w:jc w:val="center"/>
        <w:rPr>
          <w:lang w:val="uk-UA"/>
        </w:rPr>
      </w:pP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В грязних вікнах напівпорожнього шинку  раз-за-разом загорялася блискавка освітлюючи майже все приміщення, залишаючи в темряві  найвіддаленіші кути. Від грому полум’я на свічках колихалося, а посуд на полицях трохи дзвенів.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В шинку було тільки п’ять відвідувачів які сиділи за одним столом. Троє мали худорляве обличчя, довге волосся і грубі руки від важкої роботи. Двоє інших мали доволі кремезну і пухку фігуру. Їх свинячі очі, які заплили жиром, бігали в різні сторони, великі пальці містили на собі дорогі перстні. Єдине що було спільне в цієї п’ятірки: дороге вбрання і повний гаманець. Двоє з тих що були з худих сиділи спиною до дверей, третій обличчям, а пани зі поросячими очима розмістилися один напроти одного, той що дивився у вікно був в шапці.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На їх столі стояло багато різної їжі, а під ними валялися порожні пляшки з-під пива. Товстун без шапки, крикнув: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–– Ей, подай нам ще пива! 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Як тільки він вимовив останню букву, двері відчинилися і блискавка освітила високого чоловіка в чорному. Не промовивши і слова він сів на сусідньому столі, біля компанії. Шинкар підбіг до нього, по дорозі поставши пиво на стіл п’ятірці.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Скоро всі забули про дивного чоловіка, і бесіда повернулася в своє русло. Спочатку вони вели тиху розмову, потім почали сваритися голосно кричати, після чого знову мирилися. Пляшок під столом ставало все більше.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Дощ закінчився і день перемагав ніч коли товстун у шапці викрикнув занадто голосно: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От якби мені знайти хорошого вбивцю, тоді проблеми зникнули –– його товариші почали його штурхати, але він їм щось пояснював язиком який його ледь слухався.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Скоро четверо з п’ятірки пішли, залишивши на самоті свого занадто голосного друга. Чоловік в чорному пересів до нього і мовив, спокійним голосом: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я можу тобі допомогти вирішити проблему.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А… що… ти хто такий? Здивувався товстун.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я чув тобі потрібна моя допомога.</w:t>
      </w:r>
    </w:p>
    <w:p w:rsidR="0032235B" w:rsidRDefault="0032235B" w:rsidP="004975C5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А.. ік.. я такого не казав.. ік. Стривай.. ік… так ти…–– його очі розширилися, він розкрив рота щоб сказати, але його заліпила дужа рука.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Тихо ти, –– промовив чоловік в чорному зі злостую –– тобі потрібна моя допомога, чи ні?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Так.. ік.. Так. –– закрив товстун рота, –– вибач.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–– З ким в тебе проблема? 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–– А може спочатку вип’ємо… ік.. шин.. 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не потрібно, я поспішаю.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ну так от.. ік… тут недалеко є садиба… ну ти чув, мабуть… ік… там яблука відміні.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–– Швидше. 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про що це я.. ік… а так, я хотів купити ту садибу, а господар не продає… ік… от щоб господара не стало… ік… а з жін… ік, ой вибач… жінкою я домовлюся.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50 золотих і 100 срібних –– відповів чоловік в чорному сухо і трохи глухо, його рот закриває повязка.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Так це ж грабьож.. ік.. так не піде… ік… дава…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Без «давай», так або ніяк.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 Ік, ну добре.. ік, коли виконаєш тоді і гроші.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половину зараз –– в його голосі відчулося стільки влади, що не підкоритися не можна було. Через хвилину на столі лежали 25 золотих і 50 срібних монет які чоловік в чорному згріб в мішок,  вставши з-за стола мовив: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Чекай через два дні, тут. –– з цими словами він зник, і на вулиці почувся стукіт копит.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</w:p>
    <w:p w:rsidR="0032235B" w:rsidRDefault="0032235B" w:rsidP="00D05DC4">
      <w:pPr>
        <w:pStyle w:val="NoSpacing"/>
        <w:ind w:left="-284" w:firstLine="142"/>
        <w:jc w:val="center"/>
        <w:rPr>
          <w:lang w:val="uk-UA"/>
        </w:rPr>
      </w:pPr>
      <w:r>
        <w:rPr>
          <w:lang w:val="uk-UA"/>
        </w:rPr>
        <w:t>2</w:t>
      </w:r>
    </w:p>
    <w:p w:rsidR="0032235B" w:rsidRDefault="0032235B" w:rsidP="00D05DC4">
      <w:pPr>
        <w:pStyle w:val="NoSpacing"/>
        <w:ind w:left="-284" w:firstLine="142"/>
        <w:jc w:val="center"/>
        <w:rPr>
          <w:lang w:val="uk-UA"/>
        </w:rPr>
      </w:pPr>
    </w:p>
    <w:p w:rsidR="0032235B" w:rsidRDefault="0032235B" w:rsidP="00D05DC4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Сонце споглядало на світ з-за кудлатих дерев, його сонний погляд втратив свою колючість з настанням вечора. По небі бродили хмаринки збиваючись до купи і грозячи пролитися дощем. </w:t>
      </w:r>
    </w:p>
    <w:p w:rsidR="0032235B" w:rsidRDefault="0032235B" w:rsidP="00D05DC4">
      <w:pPr>
        <w:pStyle w:val="NoSpacing"/>
        <w:ind w:left="-284" w:firstLine="142"/>
        <w:rPr>
          <w:lang w:val="uk-UA"/>
        </w:rPr>
      </w:pPr>
      <w:r>
        <w:rPr>
          <w:lang w:val="uk-UA"/>
        </w:rPr>
        <w:t>По пустинній дорозі їхав одинокий вершник в темній мантії, яка закривала його обличчя, за поясом  висіли пара кинджалів, а збоку виблискував гравійований меч. Він пришпорив коня і чимдуж помчався в сторону хутора, який зникав в безкінечному яблуневому саду.</w:t>
      </w:r>
    </w:p>
    <w:p w:rsidR="0032235B" w:rsidRDefault="0032235B" w:rsidP="00D05DC4">
      <w:pPr>
        <w:pStyle w:val="NoSpacing"/>
        <w:ind w:left="-284" w:firstLine="142"/>
        <w:rPr>
          <w:lang w:val="uk-UA"/>
        </w:rPr>
      </w:pPr>
      <w:r>
        <w:rPr>
          <w:lang w:val="uk-UA"/>
        </w:rPr>
        <w:t>Не доїхавши декількох метрів до воріт вершник різко звернув у сад, за ним закрилися кущі і більше не шевелилися.</w:t>
      </w:r>
    </w:p>
    <w:p w:rsidR="0032235B" w:rsidRDefault="0032235B" w:rsidP="00D05DC4">
      <w:pPr>
        <w:pStyle w:val="NoSpacing"/>
        <w:ind w:left="-284" w:firstLine="142"/>
        <w:rPr>
          <w:lang w:val="uk-UA"/>
        </w:rPr>
      </w:pPr>
      <w:r>
        <w:rPr>
          <w:lang w:val="uk-UA"/>
        </w:rPr>
        <w:t>Ніхто, окрім блідого місяця не помітив , як чорна фігура впорхнула у вікно на другому поверсі і безшумно закрила за собою ставні.</w:t>
      </w:r>
    </w:p>
    <w:p w:rsidR="0032235B" w:rsidRDefault="0032235B" w:rsidP="00D05DC4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В кабінеті господаря панувала тиша і темнота. Проте двері відчинилися і впустили в кімнату світло і шум. В дверях зі свічкою в руці стояв засмаглий, приземленистий чоловік. В його дужих руках свічка вела себе спокійно і не ворушилася. Сиве волосся закривало важкі очі, які побачили багато за свій вік. Закривши двері він побачив тінь як вийшла з неосвітленого кутка. В руках тінь тримала блискучу смерть. Не можна було розібрати обрисів обличчя, окрім очей які виражали байдужість до долі господаря цього дому. </w:t>
      </w:r>
    </w:p>
    <w:p w:rsidR="0032235B" w:rsidRDefault="0032235B" w:rsidP="00D05DC4">
      <w:pPr>
        <w:pStyle w:val="NoSpacing"/>
        <w:ind w:left="-284" w:firstLine="142"/>
        <w:rPr>
          <w:lang w:val="uk-UA"/>
        </w:rPr>
      </w:pPr>
      <w:r>
        <w:rPr>
          <w:lang w:val="uk-UA"/>
        </w:rPr>
        <w:t>Несподівано двері відчинилися, і в них влетів чорноволосий вітер з прекрасним обличчям.</w:t>
      </w:r>
    </w:p>
    <w:p w:rsidR="0032235B" w:rsidRDefault="0032235B" w:rsidP="00D05DC4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Тато ти… –– її мову перехопило коли вона побачила тінь. Крик різав її горло і не міг вирватися назовні, в очах тіні з’явилося щось нове, заблищали невеличкі сльозинки, і стала вона вже не тіню. Від різкого удару згасла свічка, вилетів на свободу крик, влетів у кімнату свіжий вітер із розкритих вікон, а на дорозі почувся тупіт копит, на небі вдарив грім, і почалася злива.</w:t>
      </w:r>
    </w:p>
    <w:p w:rsidR="0032235B" w:rsidRDefault="0032235B" w:rsidP="00966A52">
      <w:pPr>
        <w:pStyle w:val="NoSpacing"/>
        <w:ind w:left="-284" w:firstLine="142"/>
        <w:rPr>
          <w:lang w:val="uk-UA"/>
        </w:rPr>
      </w:pPr>
    </w:p>
    <w:p w:rsidR="0032235B" w:rsidRDefault="0032235B" w:rsidP="00966A52">
      <w:pPr>
        <w:pStyle w:val="NoSpacing"/>
        <w:ind w:left="-284" w:firstLine="142"/>
        <w:rPr>
          <w:lang w:val="uk-UA"/>
        </w:rPr>
      </w:pPr>
    </w:p>
    <w:p w:rsidR="0032235B" w:rsidRDefault="0032235B" w:rsidP="00FD790D">
      <w:pPr>
        <w:pStyle w:val="NoSpacing"/>
        <w:ind w:left="-284" w:firstLine="142"/>
        <w:jc w:val="center"/>
        <w:rPr>
          <w:lang w:val="uk-UA"/>
        </w:rPr>
      </w:pPr>
      <w:r>
        <w:rPr>
          <w:lang w:val="uk-UA"/>
        </w:rPr>
        <w:t>3</w:t>
      </w:r>
    </w:p>
    <w:p w:rsidR="0032235B" w:rsidRDefault="0032235B" w:rsidP="00FD790D">
      <w:pPr>
        <w:pStyle w:val="NoSpacing"/>
        <w:ind w:left="-284" w:firstLine="142"/>
        <w:rPr>
          <w:lang w:val="uk-UA"/>
        </w:rPr>
      </w:pPr>
    </w:p>
    <w:p w:rsidR="0032235B" w:rsidRDefault="0032235B" w:rsidP="00FD790D">
      <w:pPr>
        <w:pStyle w:val="NoSpacing"/>
        <w:ind w:left="-284" w:firstLine="142"/>
        <w:rPr>
          <w:lang w:val="uk-UA"/>
        </w:rPr>
      </w:pPr>
      <w:r>
        <w:rPr>
          <w:lang w:val="uk-UA"/>
        </w:rPr>
        <w:t>На дворі моросів невеликий дощ, проте це не хвилювало відвідувачів шинка, вони не думали що давно стемніло і їх дома чекають діти і жінка.</w:t>
      </w:r>
    </w:p>
    <w:p w:rsidR="0032235B" w:rsidRDefault="0032235B" w:rsidP="00FD790D">
      <w:pPr>
        <w:pStyle w:val="NoSpacing"/>
        <w:ind w:left="-284" w:firstLine="142"/>
        <w:rPr>
          <w:lang w:val="uk-UA"/>
        </w:rPr>
      </w:pPr>
      <w:r>
        <w:rPr>
          <w:lang w:val="uk-UA"/>
        </w:rPr>
        <w:t>Кількість випитого ставала все більшою і-за столів лунав веселий говор, особливо голосно розмовляли п’ятеро чоловіків:</w:t>
      </w:r>
    </w:p>
    <w:p w:rsidR="0032235B" w:rsidRDefault="0032235B" w:rsidP="00FD790D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Що ви мені не говоріть, а в не грошах щастя, –– мовив найтовстіший і найбагатше вбраний.</w:t>
      </w:r>
    </w:p>
    <w:p w:rsidR="0032235B" w:rsidRDefault="0032235B" w:rsidP="00FD790D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Тьху, а в чому тоді щастя? –– запитав худий чоловік в біднішій одежині, –– є гроші то діти не голодні, жінка не гризе, і ти щасливий.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От в мене гроші є, а щастя немає, і жінки немає і дітей.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О, так що в жінці щастя, будь вона не ладна? –– здивувався чоловік що сидів обличчям до дверей.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Та може і в жінці, що б було до кого слово мовити.,–– гнув свою лінію найбагатший.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–– Я вам скажу от так, –– мовив другий товстун, що сидів в шапці, ––  для кожного є своє щастя. 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З-за колони вийшов чоловік без обличчя. Ніхто його не помітив, і для всіх було несподіванкою коли він мовив: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Найбільше щастя це життя, –– очі в п’ятьох чоловік відкрилися, а в товстуна, в того що сидів у шапці з’явилася радість, –– скільки я б не вбивав, а кожний просив залишити йому життя, і ладен був всі багатства відати.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Тьху, а я… –– хотів щось заперечити худий чоловік, проте не було кому.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Товстун що сидів в шапці встав за столу пішовши до виходу. Четверо чоловіків забули про дивака в чорному і завели нову розмову.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Нестерпний дощ безжально сік по безкінечним складках на облич товстуна. Він вдивлявся в темноту, і не міг нічого розібрати. Ступив ще декілька кроків від чого під ногами противного зачавкало замастивши черевики. По спині пробіг холодок і він різко обернувся, в декількох кроках стояв той кого він шукав.  Його фігура була ледь помітна в тьмяному світлі шинка.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Ну що зробив? –– запитав товстун.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Я вирішив більше не вбивати, і прийшов повернути твої гроші. –– в його руці з’явився мішок, який дзеленчав.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Ні, ні, ні!!! –– кричав несамовито товстун тупавши ногами від чого грязюка полетіла в різні сторони,  –– так не можна, я тобі заплатив, йди і виконуй свою роботу, а то я тебе…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Що ти мене?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Я тебе з землею зрівняю, –– з його очей летіли іскри, а з рота слина. Чоловік в чорному почав голосно сміятися, а коли закінчив промовив: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Ну ти і насмішив, давно так не сміявся, забирай свої гроші, або йди звідси, і щоб я тебе біля того хутора не бачив.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Давай сюди мої гроші.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Невеликий мішечок весело дзвенів монетами приближаючись до товстуна. Пухнаті пальці спіймали його і прижали до серця. Вслід за грошима летів кинджал який жадібно вп’явся в тіло товстуна розрізавши мішечок з грошима. Монети посипалися в болото. Пухка рука потягнулася за грошима, не втримавшись на ногах товстун впав в болото, розбрискуючи навколо себе: воду, болото і гроші.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</w:p>
    <w:p w:rsidR="0032235B" w:rsidRDefault="0032235B" w:rsidP="003C6970">
      <w:pPr>
        <w:pStyle w:val="NoSpacing"/>
        <w:ind w:left="-284" w:firstLine="142"/>
        <w:jc w:val="center"/>
        <w:rPr>
          <w:lang w:val="uk-UA"/>
        </w:rPr>
      </w:pPr>
      <w:r>
        <w:rPr>
          <w:lang w:val="uk-UA"/>
        </w:rPr>
        <w:t>4</w:t>
      </w:r>
    </w:p>
    <w:p w:rsidR="0032235B" w:rsidRDefault="0032235B" w:rsidP="003C6970">
      <w:pPr>
        <w:pStyle w:val="NoSpacing"/>
        <w:ind w:left="-284" w:firstLine="142"/>
        <w:jc w:val="center"/>
        <w:rPr>
          <w:lang w:val="uk-UA"/>
        </w:rPr>
      </w:pPr>
    </w:p>
    <w:p w:rsidR="0032235B" w:rsidRDefault="0032235B" w:rsidP="003C6970">
      <w:pPr>
        <w:pStyle w:val="NoSpacing"/>
        <w:ind w:left="-284" w:firstLine="142"/>
        <w:rPr>
          <w:lang w:val="uk-UA"/>
        </w:rPr>
      </w:pP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Перед воротами стояв вершник. Легенький вітерець розвівав його волосся, яке лягало на плечі, сонячне проміння грало на його молочному обличчі яке було спокійне і віяло добром, густі чорні брови і червоні губи зробили це біле обличчя неймовірно привабливим.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У воротах відчинилися невеличкі двері й звідти вийшов худорлявий хлопчина: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Вас запрошують до будинку.</w:t>
      </w:r>
    </w:p>
    <w:p w:rsidR="0032235B" w:rsidRDefault="0032235B" w:rsidP="00767AD1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Дякую –– відповів чоловік на коні. Ворота відчинилися, і в них в’їхав кінь, який своїми копитами протоптав небачену кількість доріг. На чорному тілі коня мітилася поклажа господаря, сідло і невеличкий меч з гравіюванням.</w:t>
      </w:r>
    </w:p>
    <w:p w:rsidR="0032235B" w:rsidRDefault="0032235B" w:rsidP="00767AD1">
      <w:pPr>
        <w:pStyle w:val="NoSpacing"/>
        <w:ind w:left="-284" w:firstLine="142"/>
        <w:rPr>
          <w:lang w:val="uk-UA"/>
        </w:rPr>
      </w:pPr>
      <w:r>
        <w:rPr>
          <w:lang w:val="uk-UA"/>
        </w:rPr>
        <w:t>В гостинній його зустрів усміхнений господар з важкими очима які побачили багато за свій вік.</w:t>
      </w:r>
    </w:p>
    <w:p w:rsidR="0032235B" w:rsidRDefault="0032235B" w:rsidP="00767AD1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Доброго дня, дорогий госте, що тебе привело в наш край?</w:t>
      </w:r>
    </w:p>
    <w:p w:rsidR="0032235B" w:rsidRDefault="0032235B" w:rsidP="00767AD1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їду я з далечини в ще більшу далечину, по дорозі заїхав у містечко, почув що неподалік є хутір з прекрасними яблуками. –– голос подорожнього був тихий, спокійний і трохи сухий.</w:t>
      </w:r>
    </w:p>
    <w:p w:rsidR="0032235B" w:rsidRDefault="0032235B" w:rsidP="00767AD1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О так, яблука у нас справді добротні, –– промовив господар посміхаючись, обернувши голову крикнув, –– Дочко принеси води.</w:t>
      </w:r>
    </w:p>
    <w:p w:rsidR="0032235B" w:rsidRDefault="0032235B" w:rsidP="00536FF3">
      <w:pPr>
        <w:pStyle w:val="NoSpacing"/>
        <w:ind w:left="-284" w:firstLine="142"/>
        <w:rPr>
          <w:lang w:val="uk-UA"/>
        </w:rPr>
      </w:pPr>
      <w:r>
        <w:rPr>
          <w:lang w:val="uk-UA"/>
        </w:rPr>
        <w:t>Тихо шурхочучи платтям, яке огинало стан дівчини, зайшла в кімнату донька господаря, її довгі, тонкі пальці тримали глечик з водою, обережно підходячи до гостя, вона дивилася в підлогу. Подавши йому глечик підняла голову, поглянувши в його вічі. Білосніжна шкіра, тонкі вуста з яких не сходила посмішка, і дві ямки змушували завмирати все навкруги, не міг поворухнутися і подорожній. Вона дивилася в його очі і бачила в них щось неймовірне: сум змішаний з радісттю, ніжність і тепло, жорсткість і холод, віддаленість і близькість, і ще щось дуже їй знайоме, що вона вона бачила десь. Згадався їй той вечір в батьковому кабінеті, серце завмерло, голова закрутилася, весь світ тікав від неї. Холодні руки гостя не дали знепритомніти. Подорожній повернув їй глечика, вона востаннє поглянула в його вічі, побачила в них кохання і відданість.</w:t>
      </w:r>
    </w:p>
    <w:p w:rsidR="0032235B" w:rsidRDefault="0032235B" w:rsidP="00536FF3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Як тебе звуть? –– прогримів голос господаря в застиглій тиші.</w:t>
      </w:r>
    </w:p>
    <w:p w:rsidR="0032235B" w:rsidRDefault="0032235B" w:rsidP="00536FF3">
      <w:pPr>
        <w:pStyle w:val="NoSpacing"/>
        <w:ind w:left="-284" w:firstLine="142"/>
        <w:rPr>
          <w:lang w:val="uk-UA"/>
        </w:rPr>
      </w:pPr>
      <w:r>
        <w:rPr>
          <w:lang w:val="uk-UA"/>
        </w:rPr>
        <w:t>Подорожній хотів відповісти, але не встиг тому що в кімнату ввірвався хлопчина:</w:t>
      </w:r>
    </w:p>
    <w:p w:rsidR="0032235B" w:rsidRDefault="0032235B" w:rsidP="00536FF3">
      <w:pPr>
        <w:pStyle w:val="NoSpacing"/>
        <w:ind w:left="-284" w:firstLine="142"/>
        <w:rPr>
          <w:lang w:val="uk-UA"/>
        </w:rPr>
      </w:pPr>
      <w:r>
        <w:rPr>
          <w:lang w:val="uk-UA"/>
        </w:rPr>
        <w:t>–– Пане, того товстуна який хотів забрати хутір вбили.</w:t>
      </w:r>
    </w:p>
    <w:p w:rsidR="0032235B" w:rsidRDefault="0032235B" w:rsidP="00536FF3">
      <w:pPr>
        <w:pStyle w:val="NoSpacing"/>
        <w:ind w:left="-284" w:firstLine="142"/>
        <w:rPr>
          <w:lang w:val="uk-UA"/>
        </w:rPr>
      </w:pPr>
    </w:p>
    <w:p w:rsidR="0032235B" w:rsidRDefault="0032235B" w:rsidP="00536FF3">
      <w:pPr>
        <w:pStyle w:val="NoSpacing"/>
        <w:ind w:left="-284" w:firstLine="142"/>
        <w:rPr>
          <w:lang w:val="uk-UA"/>
        </w:rPr>
      </w:pPr>
      <w:r>
        <w:rPr>
          <w:lang w:val="uk-UA"/>
        </w:rPr>
        <w:t xml:space="preserve"> </w:t>
      </w:r>
    </w:p>
    <w:p w:rsidR="0032235B" w:rsidRDefault="0032235B" w:rsidP="001515EB">
      <w:pPr>
        <w:pStyle w:val="NoSpacing"/>
        <w:ind w:left="-284" w:firstLine="142"/>
        <w:rPr>
          <w:lang w:val="uk-UA"/>
        </w:rPr>
      </w:pPr>
    </w:p>
    <w:p w:rsidR="0032235B" w:rsidRDefault="0032235B" w:rsidP="001515EB">
      <w:pPr>
        <w:pStyle w:val="NoSpacing"/>
        <w:rPr>
          <w:lang w:val="uk-UA"/>
        </w:rPr>
      </w:pPr>
    </w:p>
    <w:p w:rsidR="0032235B" w:rsidRPr="004975C5" w:rsidRDefault="0032235B" w:rsidP="004975C5">
      <w:pPr>
        <w:pStyle w:val="NoSpacing"/>
        <w:ind w:left="-284" w:hanging="142"/>
        <w:rPr>
          <w:lang w:val="uk-UA"/>
        </w:rPr>
      </w:pPr>
      <w:r>
        <w:rPr>
          <w:lang w:val="uk-UA"/>
        </w:rPr>
        <w:t xml:space="preserve"> </w:t>
      </w:r>
    </w:p>
    <w:sectPr w:rsidR="0032235B" w:rsidRPr="004975C5" w:rsidSect="000C5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5C5"/>
    <w:rsid w:val="00045F63"/>
    <w:rsid w:val="000535DC"/>
    <w:rsid w:val="0007763E"/>
    <w:rsid w:val="000820E3"/>
    <w:rsid w:val="000C5D8F"/>
    <w:rsid w:val="001515EB"/>
    <w:rsid w:val="001E540A"/>
    <w:rsid w:val="00201A0D"/>
    <w:rsid w:val="002C2244"/>
    <w:rsid w:val="002D20E4"/>
    <w:rsid w:val="0032235B"/>
    <w:rsid w:val="003C6970"/>
    <w:rsid w:val="004975C5"/>
    <w:rsid w:val="00536FF3"/>
    <w:rsid w:val="006B7AF2"/>
    <w:rsid w:val="00767AD1"/>
    <w:rsid w:val="007831C1"/>
    <w:rsid w:val="007E05D3"/>
    <w:rsid w:val="00841620"/>
    <w:rsid w:val="00894557"/>
    <w:rsid w:val="008A5CF8"/>
    <w:rsid w:val="00901DD8"/>
    <w:rsid w:val="00966A52"/>
    <w:rsid w:val="009A4F09"/>
    <w:rsid w:val="00B7332A"/>
    <w:rsid w:val="00D05DC4"/>
    <w:rsid w:val="00E035E8"/>
    <w:rsid w:val="00E1018F"/>
    <w:rsid w:val="00EC6A83"/>
    <w:rsid w:val="00ED7D3C"/>
    <w:rsid w:val="00EE01C1"/>
    <w:rsid w:val="00F61951"/>
    <w:rsid w:val="00FD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D8F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975C5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6070</Words>
  <Characters>3460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Хутір</dc:title>
  <dc:subject/>
  <dc:creator>Міша Дан</dc:creator>
  <cp:keywords/>
  <dc:description/>
  <cp:lastModifiedBy>Васильев Евгений Игоревич</cp:lastModifiedBy>
  <cp:revision>2</cp:revision>
  <dcterms:created xsi:type="dcterms:W3CDTF">2010-10-10T21:01:00Z</dcterms:created>
  <dcterms:modified xsi:type="dcterms:W3CDTF">2010-10-10T21:01:00Z</dcterms:modified>
  <cp:category>Проза</cp:category>
</cp:coreProperties>
</file>